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BA2" w:rsidRDefault="00A71BA2" w:rsidP="00A71BA2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Dans chacune des figures, colorie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A71BA2" w:rsidRPr="003250BC" w:rsidRDefault="00A71BA2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A71BA2" w:rsidRPr="003250BC" w:rsidRDefault="00C62380" w:rsidP="00A71BA2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195308</wp:posOffset>
            </wp:positionV>
            <wp:extent cx="2184400" cy="3276600"/>
            <wp:effectExtent l="0" t="0" r="635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428" cy="3282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50BC"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1806847</wp:posOffset>
            </wp:positionH>
            <wp:positionV relativeFrom="paragraph">
              <wp:posOffset>73569</wp:posOffset>
            </wp:positionV>
            <wp:extent cx="3004457" cy="2617467"/>
            <wp:effectExtent l="0" t="0" r="5715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BA2" w:rsidRPr="003250BC">
        <w:rPr>
          <w:rFonts w:ascii="Arial" w:hAnsi="Arial" w:cs="Arial"/>
        </w:rPr>
        <w:t>- les angles obtus en vert</w:t>
      </w:r>
    </w:p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A71BA2" w:rsidRDefault="00A71BA2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3250BC" w:rsidRDefault="00C62380" w:rsidP="00A71BA2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</w:t>
      </w:r>
    </w:p>
    <w:p w:rsidR="003250BC" w:rsidRPr="00C62380" w:rsidRDefault="00C62380" w:rsidP="003250BC">
      <w:pPr>
        <w:spacing w:after="0" w:line="240" w:lineRule="auto"/>
        <w:rPr>
          <w:rFonts w:ascii="Arial" w:hAnsi="Arial" w:cs="Arial"/>
          <w:b/>
          <w:sz w:val="28"/>
        </w:rPr>
      </w:pPr>
      <w:r w:rsidRPr="00C62380">
        <w:rPr>
          <w:rFonts w:ascii="Arial" w:hAnsi="Arial" w:cs="Arial"/>
          <w:b/>
          <w:sz w:val="28"/>
        </w:rPr>
        <w:t>Exercice :</w:t>
      </w:r>
    </w:p>
    <w:p w:rsidR="00C62380" w:rsidRPr="00C62380" w:rsidRDefault="00C62380" w:rsidP="003250BC">
      <w:pPr>
        <w:spacing w:after="0" w:line="240" w:lineRule="auto"/>
        <w:rPr>
          <w:rFonts w:ascii="Arial" w:hAnsi="Arial" w:cs="Arial"/>
          <w:sz w:val="24"/>
        </w:rPr>
      </w:pPr>
      <w:r w:rsidRPr="00C62380">
        <w:rPr>
          <w:rFonts w:ascii="Arial" w:hAnsi="Arial" w:cs="Arial"/>
          <w:sz w:val="24"/>
        </w:rPr>
        <w:t xml:space="preserve">Trace un polygone à 5côtés qui compte 2 angles droits, deux angles aigus et un angle </w:t>
      </w:r>
      <w:r w:rsidR="001566F3" w:rsidRPr="00C62380">
        <w:rPr>
          <w:rFonts w:ascii="Arial" w:hAnsi="Arial" w:cs="Arial"/>
          <w:sz w:val="24"/>
        </w:rPr>
        <w:t>obtus</w:t>
      </w:r>
      <w:r w:rsidRPr="00C62380">
        <w:rPr>
          <w:rFonts w:ascii="Arial" w:hAnsi="Arial" w:cs="Arial"/>
          <w:sz w:val="24"/>
        </w:rPr>
        <w:t>.</w:t>
      </w:r>
    </w:p>
    <w:p w:rsidR="00C62380" w:rsidRPr="007E024D" w:rsidRDefault="00C62380" w:rsidP="003250BC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</w:p>
    <w:p w:rsidR="003250BC" w:rsidRDefault="003250BC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  <w:bookmarkStart w:id="0" w:name="_GoBack"/>
      <w:bookmarkEnd w:id="0"/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A71BA2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b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b/>
          <w:sz w:val="28"/>
        </w:rPr>
      </w:pPr>
      <w:r w:rsidRPr="00A71BA2">
        <w:rPr>
          <w:rFonts w:ascii="Arial" w:hAnsi="Arial" w:cs="Arial"/>
          <w:b/>
          <w:sz w:val="28"/>
        </w:rPr>
        <w:t>Exercice :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>Dans chacune des figures, colorie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aigus en bleu, 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</w:rPr>
        <w:t xml:space="preserve">- les angles droits en rouge </w:t>
      </w:r>
    </w:p>
    <w:p w:rsidR="00C62380" w:rsidRPr="003250BC" w:rsidRDefault="00C62380" w:rsidP="00C62380">
      <w:pPr>
        <w:spacing w:after="0" w:line="240" w:lineRule="auto"/>
        <w:rPr>
          <w:rFonts w:ascii="Arial" w:hAnsi="Arial" w:cs="Arial"/>
        </w:rPr>
      </w:pP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1312" behindDoc="0" locked="0" layoutInCell="1" allowOverlap="1" wp14:anchorId="1AD3F98A" wp14:editId="5118D1BD">
            <wp:simplePos x="0" y="0"/>
            <wp:positionH relativeFrom="column">
              <wp:posOffset>-304800</wp:posOffset>
            </wp:positionH>
            <wp:positionV relativeFrom="paragraph">
              <wp:posOffset>195308</wp:posOffset>
            </wp:positionV>
            <wp:extent cx="2184400" cy="3276600"/>
            <wp:effectExtent l="0" t="0" r="635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428" cy="3282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0BC">
        <w:rPr>
          <w:rFonts w:ascii="Arial" w:hAnsi="Arial" w:cs="Arial"/>
          <w:noProof/>
          <w:sz w:val="28"/>
        </w:rPr>
        <w:drawing>
          <wp:anchor distT="0" distB="0" distL="114300" distR="114300" simplePos="0" relativeHeight="251662336" behindDoc="0" locked="0" layoutInCell="1" allowOverlap="1" wp14:anchorId="403318C0" wp14:editId="03495678">
            <wp:simplePos x="0" y="0"/>
            <wp:positionH relativeFrom="column">
              <wp:posOffset>1806847</wp:posOffset>
            </wp:positionH>
            <wp:positionV relativeFrom="paragraph">
              <wp:posOffset>73569</wp:posOffset>
            </wp:positionV>
            <wp:extent cx="3004457" cy="2617467"/>
            <wp:effectExtent l="0" t="0" r="5715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457" cy="26174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0BC">
        <w:rPr>
          <w:rFonts w:ascii="Arial" w:hAnsi="Arial" w:cs="Arial"/>
        </w:rPr>
        <w:t>- les angles obtus en vert</w:t>
      </w: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</w:p>
    <w:p w:rsidR="00C62380" w:rsidRDefault="00C62380" w:rsidP="00C62380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.</w:t>
      </w:r>
    </w:p>
    <w:p w:rsidR="00C62380" w:rsidRPr="00C62380" w:rsidRDefault="00C62380" w:rsidP="00C62380">
      <w:pPr>
        <w:spacing w:after="0" w:line="240" w:lineRule="auto"/>
        <w:rPr>
          <w:rFonts w:ascii="Arial" w:hAnsi="Arial" w:cs="Arial"/>
          <w:b/>
          <w:sz w:val="28"/>
        </w:rPr>
      </w:pPr>
      <w:r w:rsidRPr="00C62380">
        <w:rPr>
          <w:rFonts w:ascii="Arial" w:hAnsi="Arial" w:cs="Arial"/>
          <w:b/>
          <w:sz w:val="28"/>
        </w:rPr>
        <w:t>Exercice :</w:t>
      </w:r>
    </w:p>
    <w:p w:rsidR="00C62380" w:rsidRPr="00C62380" w:rsidRDefault="00C62380" w:rsidP="00C62380">
      <w:pPr>
        <w:spacing w:after="0" w:line="240" w:lineRule="auto"/>
        <w:rPr>
          <w:rFonts w:ascii="Arial" w:hAnsi="Arial" w:cs="Arial"/>
          <w:sz w:val="24"/>
        </w:rPr>
      </w:pPr>
      <w:r w:rsidRPr="00C62380">
        <w:rPr>
          <w:rFonts w:ascii="Arial" w:hAnsi="Arial" w:cs="Arial"/>
          <w:sz w:val="24"/>
        </w:rPr>
        <w:t xml:space="preserve">Trace un polygone à 5côtés qui compte 2 angles droits, deux angles aigus et un angle </w:t>
      </w:r>
      <w:r w:rsidR="001566F3" w:rsidRPr="00C62380">
        <w:rPr>
          <w:rFonts w:ascii="Arial" w:hAnsi="Arial" w:cs="Arial"/>
          <w:sz w:val="24"/>
        </w:rPr>
        <w:t>obtus</w:t>
      </w:r>
      <w:r w:rsidRPr="00C62380">
        <w:rPr>
          <w:rFonts w:ascii="Arial" w:hAnsi="Arial" w:cs="Arial"/>
          <w:sz w:val="24"/>
        </w:rPr>
        <w:t>.</w:t>
      </w:r>
    </w:p>
    <w:sectPr w:rsidR="00C62380" w:rsidRPr="00C62380" w:rsidSect="00A71BA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A2"/>
    <w:rsid w:val="001566F3"/>
    <w:rsid w:val="001D645B"/>
    <w:rsid w:val="003250BC"/>
    <w:rsid w:val="005175A3"/>
    <w:rsid w:val="005F7238"/>
    <w:rsid w:val="007E024D"/>
    <w:rsid w:val="00952FBC"/>
    <w:rsid w:val="00A71BA2"/>
    <w:rsid w:val="00C6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3EE670-83C1-4C33-9FF7-6FB1B628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71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2016-12-30T15:59:00Z</cp:lastPrinted>
  <dcterms:created xsi:type="dcterms:W3CDTF">2016-12-30T15:59:00Z</dcterms:created>
  <dcterms:modified xsi:type="dcterms:W3CDTF">2018-01-28T13:32:00Z</dcterms:modified>
</cp:coreProperties>
</file>